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AF7ACA" w14:textId="77777777" w:rsidR="000B489C" w:rsidRPr="00A11106" w:rsidRDefault="003E0BEB" w:rsidP="00B032AE">
      <w:pPr>
        <w:rPr>
          <w:rFonts w:ascii="Calibri" w:hAnsi="Calibri"/>
        </w:rPr>
      </w:pPr>
      <w:r w:rsidRPr="00A11106">
        <w:rPr>
          <w:rFonts w:ascii="Calibri" w:hAnsi="Calibri"/>
        </w:rPr>
        <w:t>Name: _________________________________</w:t>
      </w:r>
      <w:r w:rsidRPr="00A11106">
        <w:rPr>
          <w:rFonts w:ascii="Calibri" w:hAnsi="Calibri"/>
        </w:rPr>
        <w:tab/>
        <w:t>Period: _______</w:t>
      </w:r>
      <w:r w:rsidRPr="00A11106">
        <w:rPr>
          <w:rFonts w:ascii="Calibri" w:hAnsi="Calibri"/>
        </w:rPr>
        <w:tab/>
        <w:t>Date: _____________</w:t>
      </w:r>
    </w:p>
    <w:p w14:paraId="6F06551F" w14:textId="77777777" w:rsidR="003E0BEB" w:rsidRPr="00A11106" w:rsidRDefault="003E0BEB" w:rsidP="00B032AE">
      <w:pPr>
        <w:rPr>
          <w:rFonts w:ascii="Calibri" w:hAnsi="Calibri"/>
        </w:rPr>
      </w:pPr>
    </w:p>
    <w:p w14:paraId="60FC79E0" w14:textId="77777777" w:rsidR="003E0BEB" w:rsidRPr="002F7466" w:rsidRDefault="00B032AE" w:rsidP="00B032AE">
      <w:pPr>
        <w:jc w:val="center"/>
        <w:rPr>
          <w:rFonts w:ascii="Calibri" w:hAnsi="Calibri"/>
          <w:b/>
          <w:sz w:val="40"/>
          <w:szCs w:val="40"/>
        </w:rPr>
      </w:pPr>
      <w:r w:rsidRPr="002F7466">
        <w:rPr>
          <w:rFonts w:ascii="Calibri" w:hAnsi="Calibri"/>
          <w:b/>
          <w:sz w:val="40"/>
          <w:szCs w:val="40"/>
        </w:rPr>
        <w:t>Introduction to the Metric System</w:t>
      </w:r>
    </w:p>
    <w:p w14:paraId="50DC6AB4" w14:textId="77777777" w:rsidR="00E53046" w:rsidRPr="00A11106" w:rsidRDefault="00E53046" w:rsidP="00B032AE">
      <w:pPr>
        <w:rPr>
          <w:rFonts w:ascii="Calibri" w:hAnsi="Calibri"/>
        </w:rPr>
      </w:pPr>
    </w:p>
    <w:p w14:paraId="32F65D8C" w14:textId="77777777" w:rsidR="00B032AE" w:rsidRPr="00A11106" w:rsidRDefault="00B032AE" w:rsidP="00B032AE">
      <w:pPr>
        <w:pStyle w:val="ListParagraph"/>
        <w:numPr>
          <w:ilvl w:val="0"/>
          <w:numId w:val="3"/>
        </w:numPr>
        <w:rPr>
          <w:rFonts w:ascii="Calibri" w:hAnsi="Calibri"/>
        </w:rPr>
      </w:pPr>
      <w:r w:rsidRPr="00A11106">
        <w:rPr>
          <w:rFonts w:ascii="Calibri" w:hAnsi="Calibri"/>
        </w:rPr>
        <w:t>System of measurement used in almost all countries except for the United States</w:t>
      </w:r>
    </w:p>
    <w:p w14:paraId="306F9BC0" w14:textId="77777777" w:rsidR="00B032AE" w:rsidRPr="00A11106" w:rsidRDefault="00B032AE" w:rsidP="00B032AE">
      <w:pPr>
        <w:pStyle w:val="ListParagraph"/>
        <w:numPr>
          <w:ilvl w:val="0"/>
          <w:numId w:val="3"/>
        </w:numPr>
        <w:rPr>
          <w:rFonts w:ascii="Calibri" w:hAnsi="Calibri"/>
        </w:rPr>
      </w:pPr>
      <w:r w:rsidRPr="00A11106">
        <w:rPr>
          <w:rFonts w:ascii="Calibri" w:hAnsi="Calibri"/>
        </w:rPr>
        <w:t>Created in response to the CRAZY English system (feet, inches, pounds, etc.)</w:t>
      </w:r>
    </w:p>
    <w:p w14:paraId="44B6F110" w14:textId="77777777" w:rsidR="00B032AE" w:rsidRPr="00A11106" w:rsidRDefault="00B032AE" w:rsidP="00B032AE">
      <w:pPr>
        <w:pStyle w:val="ListParagraph"/>
        <w:numPr>
          <w:ilvl w:val="0"/>
          <w:numId w:val="3"/>
        </w:numPr>
        <w:rPr>
          <w:rFonts w:ascii="Calibri" w:hAnsi="Calibri"/>
        </w:rPr>
      </w:pPr>
      <w:r w:rsidRPr="00A11106">
        <w:rPr>
          <w:rFonts w:ascii="Calibri" w:hAnsi="Calibri"/>
        </w:rPr>
        <w:t>Based on the POWER OF TEN!</w:t>
      </w:r>
    </w:p>
    <w:p w14:paraId="394AC443" w14:textId="77777777" w:rsidR="00B032AE" w:rsidRPr="00A11106" w:rsidRDefault="00B032AE" w:rsidP="00B032AE">
      <w:pPr>
        <w:rPr>
          <w:rFonts w:ascii="Calibri" w:hAnsi="Calibri"/>
        </w:rPr>
      </w:pPr>
    </w:p>
    <w:p w14:paraId="045802D4" w14:textId="77777777" w:rsidR="00B032AE" w:rsidRPr="00A11106" w:rsidRDefault="00B032AE" w:rsidP="00B032AE">
      <w:pPr>
        <w:rPr>
          <w:rFonts w:ascii="Calibri" w:hAnsi="Calibri"/>
          <w:b/>
        </w:rPr>
      </w:pPr>
      <w:r w:rsidRPr="00A11106">
        <w:rPr>
          <w:rFonts w:ascii="Calibri" w:hAnsi="Calibri"/>
          <w:b/>
        </w:rPr>
        <w:t>Three Major Units of Measurement:</w:t>
      </w:r>
    </w:p>
    <w:tbl>
      <w:tblPr>
        <w:tblStyle w:val="LightGrid-Accent5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B032AE" w:rsidRPr="00A11106" w14:paraId="181A8321" w14:textId="77777777" w:rsidTr="00B032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14:paraId="3F71333E" w14:textId="77777777" w:rsidR="00B032AE" w:rsidRPr="00A11106" w:rsidRDefault="00B032AE" w:rsidP="00B032AE">
            <w:pPr>
              <w:rPr>
                <w:rFonts w:ascii="Calibri" w:hAnsi="Calibri"/>
                <w:b w:val="0"/>
              </w:rPr>
            </w:pPr>
            <w:r w:rsidRPr="00A11106">
              <w:rPr>
                <w:rFonts w:ascii="Calibri" w:hAnsi="Calibri"/>
                <w:b w:val="0"/>
              </w:rPr>
              <w:t>Measurement</w:t>
            </w:r>
          </w:p>
        </w:tc>
        <w:tc>
          <w:tcPr>
            <w:tcW w:w="2394" w:type="dxa"/>
          </w:tcPr>
          <w:p w14:paraId="74C79C26" w14:textId="77777777" w:rsidR="00B032AE" w:rsidRPr="00A11106" w:rsidRDefault="00B032AE" w:rsidP="00B032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</w:rPr>
            </w:pPr>
            <w:r w:rsidRPr="00A11106">
              <w:rPr>
                <w:rFonts w:ascii="Calibri" w:hAnsi="Calibri"/>
                <w:b w:val="0"/>
              </w:rPr>
              <w:t>Unit</w:t>
            </w:r>
          </w:p>
        </w:tc>
        <w:tc>
          <w:tcPr>
            <w:tcW w:w="2394" w:type="dxa"/>
          </w:tcPr>
          <w:p w14:paraId="28BE5AB6" w14:textId="77777777" w:rsidR="00B032AE" w:rsidRPr="00A11106" w:rsidRDefault="00B032AE" w:rsidP="00B032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</w:rPr>
            </w:pPr>
            <w:r w:rsidRPr="00A11106">
              <w:rPr>
                <w:rFonts w:ascii="Calibri" w:hAnsi="Calibri"/>
                <w:b w:val="0"/>
              </w:rPr>
              <w:t>Abbreviation</w:t>
            </w:r>
          </w:p>
        </w:tc>
        <w:tc>
          <w:tcPr>
            <w:tcW w:w="2394" w:type="dxa"/>
          </w:tcPr>
          <w:p w14:paraId="29AACA2A" w14:textId="77777777" w:rsidR="00B032AE" w:rsidRPr="00A11106" w:rsidRDefault="00B032AE" w:rsidP="00B032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</w:rPr>
            </w:pPr>
            <w:r w:rsidRPr="00A11106">
              <w:rPr>
                <w:rFonts w:ascii="Calibri" w:hAnsi="Calibri"/>
                <w:b w:val="0"/>
              </w:rPr>
              <w:t>Example</w:t>
            </w:r>
          </w:p>
        </w:tc>
      </w:tr>
      <w:tr w:rsidR="00B032AE" w:rsidRPr="00A11106" w14:paraId="070F2C89" w14:textId="77777777" w:rsidTr="00B03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14:paraId="4C25429C" w14:textId="77777777" w:rsidR="00B032AE" w:rsidRPr="00A11106" w:rsidRDefault="00B032AE" w:rsidP="00B032AE">
            <w:pPr>
              <w:rPr>
                <w:rFonts w:ascii="Calibri" w:hAnsi="Calibri"/>
              </w:rPr>
            </w:pPr>
          </w:p>
          <w:p w14:paraId="4C79284C" w14:textId="77777777" w:rsidR="00B032AE" w:rsidRPr="00A11106" w:rsidRDefault="00B032AE" w:rsidP="00B032AE">
            <w:pPr>
              <w:rPr>
                <w:rFonts w:ascii="Calibri" w:hAnsi="Calibri"/>
              </w:rPr>
            </w:pPr>
          </w:p>
          <w:p w14:paraId="5F0BCC57" w14:textId="77777777" w:rsidR="00B032AE" w:rsidRPr="00A11106" w:rsidRDefault="00B032AE" w:rsidP="00B032AE">
            <w:pPr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62AB128D" w14:textId="77777777" w:rsidR="00B032AE" w:rsidRPr="00A11106" w:rsidRDefault="00B032AE" w:rsidP="00B03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57F3891B" w14:textId="77777777" w:rsidR="00B032AE" w:rsidRPr="00A11106" w:rsidRDefault="00B032AE" w:rsidP="00B03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34DFC180" w14:textId="77777777" w:rsidR="00B032AE" w:rsidRPr="00A11106" w:rsidRDefault="00B032AE" w:rsidP="00B03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B032AE" w:rsidRPr="00A11106" w14:paraId="650216BB" w14:textId="77777777" w:rsidTr="00B032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14:paraId="6C2C3FDC" w14:textId="77777777" w:rsidR="00B032AE" w:rsidRPr="00A11106" w:rsidRDefault="00B032AE" w:rsidP="00B032AE">
            <w:pPr>
              <w:rPr>
                <w:rFonts w:ascii="Calibri" w:hAnsi="Calibri"/>
              </w:rPr>
            </w:pPr>
          </w:p>
          <w:p w14:paraId="789ACEAF" w14:textId="77777777" w:rsidR="00B032AE" w:rsidRPr="00A11106" w:rsidRDefault="00B032AE" w:rsidP="00B032AE">
            <w:pPr>
              <w:rPr>
                <w:rFonts w:ascii="Calibri" w:hAnsi="Calibri"/>
              </w:rPr>
            </w:pPr>
          </w:p>
          <w:p w14:paraId="65F801D6" w14:textId="77777777" w:rsidR="00B032AE" w:rsidRPr="00A11106" w:rsidRDefault="00B032AE" w:rsidP="00B032AE">
            <w:pPr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766B6F17" w14:textId="77777777" w:rsidR="00B032AE" w:rsidRPr="00A11106" w:rsidRDefault="00B032AE" w:rsidP="00B03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1291CB55" w14:textId="77777777" w:rsidR="00B032AE" w:rsidRPr="00A11106" w:rsidRDefault="00B032AE" w:rsidP="00B03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7E3226A9" w14:textId="77777777" w:rsidR="00B032AE" w:rsidRPr="00A11106" w:rsidRDefault="00B032AE" w:rsidP="00B03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B032AE" w:rsidRPr="00A11106" w14:paraId="0B43B46B" w14:textId="77777777" w:rsidTr="00B03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14:paraId="1C2EEF29" w14:textId="77777777" w:rsidR="00B032AE" w:rsidRPr="00A11106" w:rsidRDefault="00B032AE" w:rsidP="00B032AE">
            <w:pPr>
              <w:rPr>
                <w:rFonts w:ascii="Calibri" w:hAnsi="Calibri"/>
              </w:rPr>
            </w:pPr>
          </w:p>
          <w:p w14:paraId="4F99A899" w14:textId="77777777" w:rsidR="00B032AE" w:rsidRPr="00A11106" w:rsidRDefault="00B032AE" w:rsidP="00B032AE">
            <w:pPr>
              <w:rPr>
                <w:rFonts w:ascii="Calibri" w:hAnsi="Calibri"/>
              </w:rPr>
            </w:pPr>
          </w:p>
          <w:p w14:paraId="54E5D1F8" w14:textId="77777777" w:rsidR="00B032AE" w:rsidRPr="00A11106" w:rsidRDefault="00B032AE" w:rsidP="00B032AE">
            <w:pPr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0FB4EF83" w14:textId="77777777" w:rsidR="00B032AE" w:rsidRPr="00A11106" w:rsidRDefault="00B032AE" w:rsidP="00B03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2B5534F4" w14:textId="484A0E3B" w:rsidR="00B032AE" w:rsidRPr="00A11106" w:rsidRDefault="00B032AE" w:rsidP="00B03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7EDD4F9A" w14:textId="77777777" w:rsidR="00B032AE" w:rsidRPr="00A11106" w:rsidRDefault="00B032AE" w:rsidP="00B03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AF7D72" w:rsidRPr="00A11106" w14:paraId="4D377183" w14:textId="77777777" w:rsidTr="00B032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14:paraId="630A9384" w14:textId="77777777" w:rsidR="00AF7D72" w:rsidRDefault="00AF7D72" w:rsidP="00B032AE">
            <w:pPr>
              <w:rPr>
                <w:rFonts w:ascii="Calibri" w:hAnsi="Calibri"/>
              </w:rPr>
            </w:pPr>
          </w:p>
          <w:p w14:paraId="27CA227F" w14:textId="77777777" w:rsidR="00AF7D72" w:rsidRDefault="00AF7D72" w:rsidP="00B032AE">
            <w:pPr>
              <w:rPr>
                <w:rFonts w:ascii="Calibri" w:hAnsi="Calibri"/>
              </w:rPr>
            </w:pPr>
          </w:p>
          <w:p w14:paraId="5116221E" w14:textId="77777777" w:rsidR="00AF7D72" w:rsidRPr="00A11106" w:rsidRDefault="00AF7D72" w:rsidP="00B032AE">
            <w:pPr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5927B8BB" w14:textId="77777777" w:rsidR="00AF7D72" w:rsidRPr="00A11106" w:rsidRDefault="00AF7D72" w:rsidP="00B03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63E6C3FC" w14:textId="77777777" w:rsidR="00AF7D72" w:rsidRPr="00A11106" w:rsidRDefault="00AF7D72" w:rsidP="00B03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26F98386" w14:textId="77777777" w:rsidR="00AF7D72" w:rsidRPr="00A11106" w:rsidRDefault="00AF7D72" w:rsidP="00B03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</w:tbl>
    <w:p w14:paraId="3F6D2EE2" w14:textId="77777777" w:rsidR="00B032AE" w:rsidRPr="00A11106" w:rsidRDefault="00B032AE" w:rsidP="00B032AE">
      <w:pPr>
        <w:rPr>
          <w:rFonts w:ascii="Calibri" w:hAnsi="Calibri"/>
        </w:rPr>
      </w:pPr>
    </w:p>
    <w:p w14:paraId="5AAC6EEA" w14:textId="77777777" w:rsidR="00B032AE" w:rsidRPr="00A11106" w:rsidRDefault="00B032AE" w:rsidP="00B032AE">
      <w:pPr>
        <w:rPr>
          <w:rFonts w:ascii="Calibri" w:hAnsi="Calibri"/>
        </w:rPr>
      </w:pPr>
      <w:r w:rsidRPr="00A11106">
        <w:rPr>
          <w:rFonts w:ascii="Calibri" w:hAnsi="Calibri"/>
          <w:noProof/>
        </w:rPr>
        <w:drawing>
          <wp:anchor distT="0" distB="0" distL="114300" distR="114300" simplePos="0" relativeHeight="251658240" behindDoc="0" locked="0" layoutInCell="1" allowOverlap="1" wp14:anchorId="5966C6E6" wp14:editId="56E93ED5">
            <wp:simplePos x="0" y="0"/>
            <wp:positionH relativeFrom="column">
              <wp:posOffset>-342900</wp:posOffset>
            </wp:positionH>
            <wp:positionV relativeFrom="paragraph">
              <wp:posOffset>-1905</wp:posOffset>
            </wp:positionV>
            <wp:extent cx="6619217" cy="2735943"/>
            <wp:effectExtent l="0" t="0" r="10795" b="7620"/>
            <wp:wrapNone/>
            <wp:docPr id="1" name="Picture 1" descr="Macintosh HD:private:var:folders:zg:d_5t3v2s6zbc2tdczg0hfv1h0000gn:T:com.skitch.skitch:9.24_Metric_Notes__page_1_of_4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zg:d_5t3v2s6zbc2tdczg0hfv1h0000gn:T:com.skitch.skitch:9.24_Metric_Notes__page_1_of_4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217" cy="2735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27E68B" w14:textId="77777777" w:rsidR="00B032AE" w:rsidRPr="00A11106" w:rsidRDefault="00B032AE" w:rsidP="00B032AE">
      <w:pPr>
        <w:rPr>
          <w:rFonts w:ascii="Calibri" w:hAnsi="Calibri"/>
        </w:rPr>
      </w:pPr>
    </w:p>
    <w:p w14:paraId="29C42CAD" w14:textId="77777777" w:rsidR="00B032AE" w:rsidRPr="00A11106" w:rsidRDefault="00B032AE" w:rsidP="00B032AE">
      <w:pPr>
        <w:rPr>
          <w:rFonts w:ascii="Calibri" w:hAnsi="Calibri"/>
        </w:rPr>
      </w:pPr>
    </w:p>
    <w:p w14:paraId="65F2BBF1" w14:textId="77777777" w:rsidR="00B032AE" w:rsidRPr="00A11106" w:rsidRDefault="00B032AE" w:rsidP="00B032AE">
      <w:pPr>
        <w:rPr>
          <w:rFonts w:ascii="Calibri" w:hAnsi="Calibri"/>
        </w:rPr>
      </w:pPr>
    </w:p>
    <w:p w14:paraId="2C20F740" w14:textId="77777777" w:rsidR="00B032AE" w:rsidRPr="00A11106" w:rsidRDefault="00B032AE" w:rsidP="00B032AE">
      <w:pPr>
        <w:rPr>
          <w:rFonts w:ascii="Calibri" w:hAnsi="Calibri"/>
        </w:rPr>
      </w:pPr>
    </w:p>
    <w:p w14:paraId="07BA1EE8" w14:textId="77777777" w:rsidR="00B032AE" w:rsidRPr="00A11106" w:rsidRDefault="00B032AE" w:rsidP="00B032AE">
      <w:pPr>
        <w:rPr>
          <w:rFonts w:ascii="Calibri" w:hAnsi="Calibri"/>
        </w:rPr>
      </w:pPr>
    </w:p>
    <w:p w14:paraId="0A4056CB" w14:textId="77777777" w:rsidR="00B032AE" w:rsidRPr="00A11106" w:rsidRDefault="00B032AE" w:rsidP="00B032AE">
      <w:pPr>
        <w:rPr>
          <w:rFonts w:ascii="Calibri" w:hAnsi="Calibri"/>
        </w:rPr>
      </w:pPr>
    </w:p>
    <w:p w14:paraId="614E592D" w14:textId="77777777" w:rsidR="00B032AE" w:rsidRPr="00A11106" w:rsidRDefault="00B032AE" w:rsidP="00B032AE">
      <w:pPr>
        <w:rPr>
          <w:rFonts w:ascii="Calibri" w:hAnsi="Calibri"/>
        </w:rPr>
      </w:pPr>
    </w:p>
    <w:p w14:paraId="15BFEC5E" w14:textId="77777777" w:rsidR="00B032AE" w:rsidRPr="00A11106" w:rsidRDefault="00B032AE" w:rsidP="00B032AE">
      <w:pPr>
        <w:rPr>
          <w:rFonts w:ascii="Calibri" w:hAnsi="Calibri"/>
        </w:rPr>
      </w:pPr>
    </w:p>
    <w:p w14:paraId="7EDB7D87" w14:textId="77777777" w:rsidR="00B032AE" w:rsidRPr="00A11106" w:rsidRDefault="00B032AE" w:rsidP="00B032AE">
      <w:pPr>
        <w:rPr>
          <w:rFonts w:ascii="Calibri" w:hAnsi="Calibri"/>
        </w:rPr>
      </w:pPr>
    </w:p>
    <w:p w14:paraId="456BAAC4" w14:textId="77777777" w:rsidR="00B032AE" w:rsidRPr="00A11106" w:rsidRDefault="00B032AE" w:rsidP="00B032AE">
      <w:pPr>
        <w:rPr>
          <w:rFonts w:ascii="Calibri" w:hAnsi="Calibri"/>
        </w:rPr>
      </w:pPr>
    </w:p>
    <w:p w14:paraId="4E82EB75" w14:textId="77777777" w:rsidR="00B032AE" w:rsidRPr="00A11106" w:rsidRDefault="00B032AE" w:rsidP="00B032AE">
      <w:pPr>
        <w:rPr>
          <w:rFonts w:ascii="Calibri" w:hAnsi="Calibri"/>
        </w:rPr>
      </w:pPr>
    </w:p>
    <w:p w14:paraId="0F8FC192" w14:textId="77777777" w:rsidR="00B032AE" w:rsidRPr="00A11106" w:rsidRDefault="00B032AE" w:rsidP="00B032AE">
      <w:pPr>
        <w:rPr>
          <w:rFonts w:ascii="Calibri" w:hAnsi="Calibri"/>
        </w:rPr>
      </w:pPr>
    </w:p>
    <w:p w14:paraId="1901BE41" w14:textId="77777777" w:rsidR="00B032AE" w:rsidRPr="00A11106" w:rsidRDefault="00B032AE" w:rsidP="00B032AE">
      <w:pPr>
        <w:rPr>
          <w:rFonts w:ascii="Calibri" w:hAnsi="Calibri"/>
        </w:rPr>
      </w:pPr>
    </w:p>
    <w:p w14:paraId="72EC90A3" w14:textId="77777777" w:rsidR="00B032AE" w:rsidRPr="00A11106" w:rsidRDefault="00B032AE" w:rsidP="00B032AE">
      <w:pPr>
        <w:rPr>
          <w:rFonts w:ascii="Calibri" w:hAnsi="Calibri"/>
        </w:rPr>
      </w:pPr>
    </w:p>
    <w:p w14:paraId="4E2FB8FF" w14:textId="77777777" w:rsidR="00AF7D72" w:rsidRDefault="00AF7D72" w:rsidP="00D83512">
      <w:pPr>
        <w:rPr>
          <w:rFonts w:ascii="Calibri" w:hAnsi="Calibri"/>
        </w:rPr>
      </w:pPr>
    </w:p>
    <w:p w14:paraId="14A2EBF5" w14:textId="4942C6EF" w:rsidR="00AF7D72" w:rsidRDefault="00AF7D72" w:rsidP="00D83512">
      <w:pPr>
        <w:rPr>
          <w:rFonts w:ascii="Calibri" w:hAnsi="Calibri"/>
        </w:rPr>
      </w:pPr>
      <w:r>
        <w:rPr>
          <w:rFonts w:ascii="Calibri" w:hAnsi="Calibri"/>
        </w:rPr>
        <w:t>Practice: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F7D72" w14:paraId="56219C1B" w14:textId="77777777" w:rsidTr="00AF7D72">
        <w:tc>
          <w:tcPr>
            <w:tcW w:w="9576" w:type="dxa"/>
          </w:tcPr>
          <w:p w14:paraId="626EAE91" w14:textId="77777777" w:rsidR="00AF7D72" w:rsidRDefault="00AF7D72" w:rsidP="00D83512">
            <w:pPr>
              <w:rPr>
                <w:rFonts w:ascii="Calibri" w:hAnsi="Calibri"/>
              </w:rPr>
            </w:pPr>
          </w:p>
          <w:p w14:paraId="4B2BED0E" w14:textId="77777777" w:rsidR="00AF7D72" w:rsidRDefault="00AF7D72" w:rsidP="00D83512">
            <w:pPr>
              <w:rPr>
                <w:rFonts w:ascii="Calibri" w:hAnsi="Calibri"/>
              </w:rPr>
            </w:pPr>
          </w:p>
          <w:p w14:paraId="6F322001" w14:textId="77777777" w:rsidR="00AF7D72" w:rsidRDefault="00AF7D72" w:rsidP="00D83512">
            <w:pPr>
              <w:rPr>
                <w:rFonts w:ascii="Calibri" w:hAnsi="Calibri"/>
              </w:rPr>
            </w:pPr>
          </w:p>
          <w:p w14:paraId="7102B21C" w14:textId="77777777" w:rsidR="00AF7D72" w:rsidRDefault="00AF7D72" w:rsidP="00D83512">
            <w:pPr>
              <w:rPr>
                <w:rFonts w:ascii="Calibri" w:hAnsi="Calibri"/>
              </w:rPr>
            </w:pPr>
          </w:p>
          <w:p w14:paraId="0F77BDCF" w14:textId="77777777" w:rsidR="00AF7D72" w:rsidRDefault="00AF7D72" w:rsidP="00D83512">
            <w:pPr>
              <w:rPr>
                <w:rFonts w:ascii="Calibri" w:hAnsi="Calibri"/>
              </w:rPr>
            </w:pPr>
          </w:p>
          <w:p w14:paraId="7FB95562" w14:textId="77777777" w:rsidR="00AF7D72" w:rsidRDefault="00AF7D72" w:rsidP="00D83512">
            <w:pPr>
              <w:rPr>
                <w:rFonts w:ascii="Calibri" w:hAnsi="Calibri"/>
              </w:rPr>
            </w:pPr>
          </w:p>
          <w:p w14:paraId="3E6F7D2A" w14:textId="77777777" w:rsidR="00AF7D72" w:rsidRDefault="00AF7D72" w:rsidP="00D83512">
            <w:pPr>
              <w:rPr>
                <w:rFonts w:ascii="Calibri" w:hAnsi="Calibri"/>
              </w:rPr>
            </w:pPr>
          </w:p>
        </w:tc>
      </w:tr>
    </w:tbl>
    <w:p w14:paraId="79B0F12E" w14:textId="77777777" w:rsidR="00AF7D72" w:rsidRDefault="00AF7D72" w:rsidP="00AF7D72">
      <w:pPr>
        <w:jc w:val="center"/>
        <w:rPr>
          <w:rFonts w:ascii="Calibri" w:hAnsi="Calibri"/>
          <w:b/>
        </w:rPr>
      </w:pPr>
      <w:r w:rsidRPr="006057F9">
        <w:rPr>
          <w:rFonts w:ascii="Calibri" w:hAnsi="Calibri"/>
          <w:position w:val="-24"/>
        </w:rPr>
        <w:object w:dxaOrig="1760" w:dyaOrig="620" w14:anchorId="11EE2F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3.65pt;height:57.8pt" o:ole="">
            <v:imagedata r:id="rId6" o:title=""/>
          </v:shape>
          <o:OLEObject Type="Embed" ProgID="Equation.3" ShapeID="_x0000_i1025" DrawAspect="Content" ObjectID="_1567919727" r:id="rId7"/>
        </w:object>
      </w:r>
    </w:p>
    <w:p w14:paraId="1421755D" w14:textId="77777777" w:rsidR="00AF7D72" w:rsidRDefault="00AF7D72" w:rsidP="00AF7D72">
      <w:pPr>
        <w:jc w:val="center"/>
        <w:rPr>
          <w:rFonts w:ascii="Calibri" w:hAnsi="Calibri"/>
          <w:b/>
        </w:rPr>
      </w:pPr>
    </w:p>
    <w:p w14:paraId="62A029CE" w14:textId="77777777" w:rsidR="00AF7D72" w:rsidRPr="006057F9" w:rsidRDefault="00AF7D72" w:rsidP="00AF7D72">
      <w:pPr>
        <w:jc w:val="center"/>
        <w:rPr>
          <w:rFonts w:ascii="Calibri" w:hAnsi="Calibri"/>
          <w:b/>
        </w:rPr>
      </w:pPr>
    </w:p>
    <w:p w14:paraId="3570A671" w14:textId="77777777" w:rsidR="00AF7D72" w:rsidRPr="006057F9" w:rsidRDefault="00AF7D72" w:rsidP="00AF7D72">
      <w:pPr>
        <w:rPr>
          <w:rFonts w:ascii="Calibri" w:hAnsi="Calibri"/>
          <w:b/>
        </w:rPr>
      </w:pPr>
    </w:p>
    <w:p w14:paraId="3DAE1864" w14:textId="77777777" w:rsidR="00AF7D72" w:rsidRPr="006057F9" w:rsidRDefault="00AF7D72" w:rsidP="00AF7D72">
      <w:pPr>
        <w:rPr>
          <w:rFonts w:ascii="Calibri" w:hAnsi="Calibri"/>
        </w:rPr>
      </w:pPr>
      <w:r w:rsidRPr="006057F9">
        <w:rPr>
          <w:rFonts w:ascii="Calibri" w:hAnsi="Calibri"/>
        </w:rPr>
        <w:t>1.  A block of al</w:t>
      </w:r>
      <w:r>
        <w:rPr>
          <w:rFonts w:ascii="Calibri" w:hAnsi="Calibri"/>
        </w:rPr>
        <w:t>uminum occupies a volume of 15</w:t>
      </w:r>
      <w:r w:rsidRPr="006057F9">
        <w:rPr>
          <w:rFonts w:ascii="Calibri" w:hAnsi="Calibri"/>
        </w:rPr>
        <w:t xml:space="preserve"> mL and </w:t>
      </w:r>
      <w:r>
        <w:rPr>
          <w:rFonts w:ascii="Calibri" w:hAnsi="Calibri"/>
        </w:rPr>
        <w:t>has a mass of</w:t>
      </w:r>
      <w:r w:rsidRPr="006057F9">
        <w:rPr>
          <w:rFonts w:ascii="Calibri" w:hAnsi="Calibri"/>
        </w:rPr>
        <w:t xml:space="preserve"> 40.5 g. What is its density?</w:t>
      </w:r>
    </w:p>
    <w:p w14:paraId="5AEA77EA" w14:textId="77777777" w:rsidR="00AF7D72" w:rsidRPr="006057F9" w:rsidRDefault="00AF7D72" w:rsidP="00AF7D72">
      <w:pPr>
        <w:rPr>
          <w:rFonts w:ascii="Calibri" w:hAnsi="Calibri"/>
        </w:rPr>
      </w:pPr>
    </w:p>
    <w:p w14:paraId="70071FB3" w14:textId="77777777" w:rsidR="00AF7D72" w:rsidRPr="006057F9" w:rsidRDefault="00AF7D72" w:rsidP="00AF7D72">
      <w:pPr>
        <w:rPr>
          <w:rFonts w:ascii="Calibri" w:hAnsi="Calibri"/>
        </w:rPr>
      </w:pPr>
    </w:p>
    <w:p w14:paraId="5C58121B" w14:textId="77777777" w:rsidR="00AF7D72" w:rsidRPr="006057F9" w:rsidRDefault="00AF7D72" w:rsidP="00AF7D72">
      <w:pPr>
        <w:rPr>
          <w:rFonts w:ascii="Calibri" w:hAnsi="Calibri"/>
        </w:rPr>
      </w:pPr>
    </w:p>
    <w:p w14:paraId="39BB8E38" w14:textId="77777777" w:rsidR="00AF7D72" w:rsidRPr="006057F9" w:rsidRDefault="00AF7D72" w:rsidP="00AF7D72">
      <w:pPr>
        <w:rPr>
          <w:rFonts w:ascii="Calibri" w:hAnsi="Calibri"/>
        </w:rPr>
      </w:pPr>
    </w:p>
    <w:p w14:paraId="6B4BD036" w14:textId="77777777" w:rsidR="00AF7D72" w:rsidRPr="006057F9" w:rsidRDefault="00AF7D72" w:rsidP="00AF7D72">
      <w:pPr>
        <w:rPr>
          <w:rFonts w:ascii="Calibri" w:hAnsi="Calibri"/>
        </w:rPr>
      </w:pPr>
    </w:p>
    <w:p w14:paraId="567F8799" w14:textId="77777777" w:rsidR="00AF7D72" w:rsidRPr="006057F9" w:rsidRDefault="00AF7D72" w:rsidP="00AF7D72">
      <w:pPr>
        <w:rPr>
          <w:rFonts w:ascii="Calibri" w:hAnsi="Calibri"/>
        </w:rPr>
      </w:pPr>
      <w:r w:rsidRPr="006057F9">
        <w:rPr>
          <w:rFonts w:ascii="Calibri" w:hAnsi="Calibri"/>
        </w:rPr>
        <w:t xml:space="preserve">2.  Mercury metal is poured into a graduated cylinder that holds exactly 22.5 </w:t>
      </w:r>
      <w:proofErr w:type="spellStart"/>
      <w:r w:rsidRPr="006057F9">
        <w:rPr>
          <w:rFonts w:ascii="Calibri" w:hAnsi="Calibri"/>
        </w:rPr>
        <w:t>mL.</w:t>
      </w:r>
      <w:proofErr w:type="spellEnd"/>
      <w:r w:rsidRPr="006057F9">
        <w:rPr>
          <w:rFonts w:ascii="Calibri" w:hAnsi="Calibri"/>
        </w:rPr>
        <w:t xml:space="preserve"> The mercury </w:t>
      </w:r>
      <w:r>
        <w:rPr>
          <w:rFonts w:ascii="Calibri" w:hAnsi="Calibri"/>
        </w:rPr>
        <w:t>has a mass of 306</w:t>
      </w:r>
      <w:r w:rsidRPr="006057F9">
        <w:rPr>
          <w:rFonts w:ascii="Calibri" w:hAnsi="Calibri"/>
        </w:rPr>
        <w:t xml:space="preserve"> g. From this information, calculate the density of mercury.</w:t>
      </w:r>
    </w:p>
    <w:p w14:paraId="7581ECA5" w14:textId="77777777" w:rsidR="00AF7D72" w:rsidRPr="006057F9" w:rsidRDefault="00AF7D72" w:rsidP="00AF7D72">
      <w:pPr>
        <w:rPr>
          <w:rFonts w:ascii="Calibri" w:hAnsi="Calibri"/>
          <w:b/>
        </w:rPr>
      </w:pPr>
    </w:p>
    <w:p w14:paraId="14605DA5" w14:textId="77777777" w:rsidR="00AF7D72" w:rsidRPr="006057F9" w:rsidRDefault="00AF7D72" w:rsidP="00AF7D72">
      <w:pPr>
        <w:rPr>
          <w:rFonts w:ascii="Calibri" w:hAnsi="Calibri"/>
          <w:b/>
        </w:rPr>
      </w:pPr>
    </w:p>
    <w:p w14:paraId="4FF54567" w14:textId="77777777" w:rsidR="00AF7D72" w:rsidRPr="006057F9" w:rsidRDefault="00AF7D72" w:rsidP="00AF7D72">
      <w:pPr>
        <w:rPr>
          <w:rFonts w:ascii="Calibri" w:hAnsi="Calibri"/>
          <w:b/>
        </w:rPr>
      </w:pPr>
    </w:p>
    <w:p w14:paraId="0F745EAE" w14:textId="77777777" w:rsidR="00AF7D72" w:rsidRPr="006057F9" w:rsidRDefault="00AF7D72" w:rsidP="00AF7D72">
      <w:pPr>
        <w:rPr>
          <w:rFonts w:ascii="Calibri" w:hAnsi="Calibri"/>
          <w:b/>
        </w:rPr>
      </w:pPr>
    </w:p>
    <w:p w14:paraId="7E610004" w14:textId="77777777" w:rsidR="00AF7D72" w:rsidRPr="006057F9" w:rsidRDefault="00AF7D72" w:rsidP="00AF7D72">
      <w:pPr>
        <w:rPr>
          <w:rFonts w:ascii="Calibri" w:hAnsi="Calibri"/>
          <w:b/>
        </w:rPr>
      </w:pPr>
    </w:p>
    <w:p w14:paraId="6A4A8C3E" w14:textId="77777777" w:rsidR="00AF7D72" w:rsidRPr="006057F9" w:rsidRDefault="00AF7D72" w:rsidP="00AF7D72">
      <w:pPr>
        <w:rPr>
          <w:rFonts w:ascii="Calibri" w:hAnsi="Calibri"/>
        </w:rPr>
      </w:pPr>
      <w:r w:rsidRPr="006057F9">
        <w:rPr>
          <w:rFonts w:ascii="Calibri" w:hAnsi="Calibri"/>
        </w:rPr>
        <w:t>4.  A rectangular block of copper metal weighs 1896 g. The dimensions of the block are 8.4 cm by 5.5 cm by 4.6 cm. From this data,</w:t>
      </w:r>
      <w:r>
        <w:rPr>
          <w:rFonts w:ascii="Calibri" w:hAnsi="Calibri"/>
        </w:rPr>
        <w:t xml:space="preserve"> what is the density of copper?</w:t>
      </w:r>
    </w:p>
    <w:p w14:paraId="48F30ADA" w14:textId="77777777" w:rsidR="00AF7D72" w:rsidRPr="006057F9" w:rsidRDefault="00AF7D72" w:rsidP="00AF7D72">
      <w:pPr>
        <w:rPr>
          <w:rFonts w:ascii="Calibri" w:hAnsi="Calibri"/>
        </w:rPr>
      </w:pPr>
    </w:p>
    <w:p w14:paraId="2EF42F5A" w14:textId="77777777" w:rsidR="00AF7D72" w:rsidRPr="006057F9" w:rsidRDefault="00AF7D72" w:rsidP="00AF7D72">
      <w:pPr>
        <w:rPr>
          <w:rFonts w:ascii="Calibri" w:hAnsi="Calibri"/>
        </w:rPr>
      </w:pPr>
    </w:p>
    <w:p w14:paraId="68C96796" w14:textId="77777777" w:rsidR="00AF7D72" w:rsidRPr="006057F9" w:rsidRDefault="00AF7D72" w:rsidP="00AF7D72">
      <w:pPr>
        <w:rPr>
          <w:rFonts w:ascii="Calibri" w:hAnsi="Calibri"/>
        </w:rPr>
      </w:pPr>
    </w:p>
    <w:p w14:paraId="1197C1CF" w14:textId="77777777" w:rsidR="00AF7D72" w:rsidRPr="006057F9" w:rsidRDefault="00AF7D72" w:rsidP="00AF7D72">
      <w:pPr>
        <w:rPr>
          <w:rFonts w:ascii="Calibri" w:hAnsi="Calibri"/>
        </w:rPr>
      </w:pPr>
    </w:p>
    <w:p w14:paraId="05F2CD49" w14:textId="77777777" w:rsidR="00AF7D72" w:rsidRPr="006057F9" w:rsidRDefault="00AF7D72" w:rsidP="00AF7D72">
      <w:pPr>
        <w:rPr>
          <w:rFonts w:ascii="Calibri" w:hAnsi="Calibri"/>
        </w:rPr>
      </w:pPr>
    </w:p>
    <w:p w14:paraId="4EBA2E01" w14:textId="77777777" w:rsidR="00AF7D72" w:rsidRPr="006057F9" w:rsidRDefault="00AF7D72" w:rsidP="00AF7D72">
      <w:pPr>
        <w:rPr>
          <w:rFonts w:ascii="Calibri" w:hAnsi="Calibri"/>
        </w:rPr>
      </w:pPr>
      <w:r w:rsidRPr="006057F9">
        <w:rPr>
          <w:rFonts w:ascii="Calibri" w:hAnsi="Calibri"/>
        </w:rPr>
        <w:t xml:space="preserve">5. </w:t>
      </w:r>
      <w:r>
        <w:rPr>
          <w:rFonts w:ascii="Calibri" w:hAnsi="Calibri"/>
        </w:rPr>
        <w:t xml:space="preserve">What is the volume of a silver brick with a mass of 2500 g? The </w:t>
      </w:r>
      <w:r w:rsidRPr="006057F9">
        <w:rPr>
          <w:rFonts w:ascii="Calibri" w:hAnsi="Calibri"/>
        </w:rPr>
        <w:t>density of silver is 10.5 g/cm</w:t>
      </w:r>
      <w:r w:rsidRPr="006057F9">
        <w:rPr>
          <w:rFonts w:ascii="Calibri" w:hAnsi="Calibri"/>
          <w:vertAlign w:val="superscript"/>
        </w:rPr>
        <w:t>3</w:t>
      </w:r>
      <w:r w:rsidRPr="006057F9">
        <w:rPr>
          <w:rFonts w:ascii="Calibri" w:hAnsi="Calibri"/>
        </w:rPr>
        <w:t>.</w:t>
      </w:r>
    </w:p>
    <w:p w14:paraId="5783B6F3" w14:textId="77777777" w:rsidR="00AF7D72" w:rsidRPr="006057F9" w:rsidRDefault="00AF7D72" w:rsidP="00AF7D72">
      <w:pPr>
        <w:rPr>
          <w:rFonts w:ascii="Calibri" w:hAnsi="Calibri"/>
        </w:rPr>
      </w:pPr>
    </w:p>
    <w:p w14:paraId="730E7944" w14:textId="77777777" w:rsidR="00AF7D72" w:rsidRPr="006057F9" w:rsidRDefault="00AF7D72" w:rsidP="00AF7D72">
      <w:pPr>
        <w:rPr>
          <w:rFonts w:ascii="Calibri" w:hAnsi="Calibri"/>
        </w:rPr>
      </w:pPr>
    </w:p>
    <w:p w14:paraId="0D4F229D" w14:textId="77777777" w:rsidR="00AF7D72" w:rsidRPr="006057F9" w:rsidRDefault="00AF7D72" w:rsidP="00AF7D72">
      <w:pPr>
        <w:rPr>
          <w:rFonts w:ascii="Calibri" w:hAnsi="Calibri"/>
        </w:rPr>
      </w:pPr>
    </w:p>
    <w:p w14:paraId="2FEF8CB8" w14:textId="77777777" w:rsidR="00AF7D72" w:rsidRPr="006057F9" w:rsidRDefault="00AF7D72" w:rsidP="00AF7D72">
      <w:pPr>
        <w:rPr>
          <w:rFonts w:ascii="Calibri" w:hAnsi="Calibri"/>
        </w:rPr>
      </w:pPr>
    </w:p>
    <w:p w14:paraId="13F644B7" w14:textId="77777777" w:rsidR="00AF7D72" w:rsidRPr="006057F9" w:rsidRDefault="00AF7D72" w:rsidP="00AF7D72">
      <w:pPr>
        <w:rPr>
          <w:rFonts w:ascii="Calibri" w:hAnsi="Calibri"/>
        </w:rPr>
      </w:pPr>
    </w:p>
    <w:p w14:paraId="69B6DA19" w14:textId="77777777" w:rsidR="00AF7D72" w:rsidRPr="006057F9" w:rsidRDefault="00AF7D72" w:rsidP="00AF7D72">
      <w:pPr>
        <w:rPr>
          <w:rFonts w:ascii="Calibri" w:hAnsi="Calibri"/>
        </w:rPr>
      </w:pPr>
    </w:p>
    <w:p w14:paraId="26D9E513" w14:textId="77777777" w:rsidR="00AF7D72" w:rsidRPr="006057F9" w:rsidRDefault="00AF7D72" w:rsidP="00AF7D72">
      <w:pPr>
        <w:rPr>
          <w:rFonts w:ascii="Calibri" w:hAnsi="Calibri"/>
        </w:rPr>
      </w:pPr>
      <w:r>
        <w:rPr>
          <w:rFonts w:ascii="Calibri" w:hAnsi="Calibri"/>
        </w:rPr>
        <w:t>6. Find the mass of 250</w:t>
      </w:r>
      <w:r w:rsidRPr="006057F9">
        <w:rPr>
          <w:rFonts w:ascii="Calibri" w:hAnsi="Calibri"/>
        </w:rPr>
        <w:t xml:space="preserve"> mL of benzene. The density of benzene is 0.8765 g/</w:t>
      </w:r>
      <w:proofErr w:type="spellStart"/>
      <w:r w:rsidRPr="006057F9">
        <w:rPr>
          <w:rFonts w:ascii="Calibri" w:hAnsi="Calibri"/>
        </w:rPr>
        <w:t>mL.</w:t>
      </w:r>
      <w:proofErr w:type="spellEnd"/>
    </w:p>
    <w:p w14:paraId="1035C446" w14:textId="77777777" w:rsidR="00AF7D72" w:rsidRPr="006057F9" w:rsidRDefault="00AF7D72" w:rsidP="00AF7D72">
      <w:pPr>
        <w:rPr>
          <w:rFonts w:ascii="Calibri" w:hAnsi="Calibri"/>
          <w:b/>
        </w:rPr>
      </w:pPr>
    </w:p>
    <w:p w14:paraId="79B77802" w14:textId="77777777" w:rsidR="00AF7D72" w:rsidRPr="006057F9" w:rsidRDefault="00AF7D72" w:rsidP="00AF7D72">
      <w:pPr>
        <w:rPr>
          <w:rFonts w:ascii="Calibri" w:hAnsi="Calibri"/>
          <w:b/>
        </w:rPr>
      </w:pPr>
    </w:p>
    <w:p w14:paraId="0E83E8FA" w14:textId="77777777" w:rsidR="00AF7D72" w:rsidRPr="006057F9" w:rsidRDefault="00AF7D72" w:rsidP="00AF7D72">
      <w:pPr>
        <w:rPr>
          <w:rFonts w:ascii="Calibri" w:hAnsi="Calibri"/>
          <w:b/>
        </w:rPr>
      </w:pPr>
    </w:p>
    <w:p w14:paraId="758D8939" w14:textId="77777777" w:rsidR="00AF7D72" w:rsidRPr="006057F9" w:rsidRDefault="00AF7D72" w:rsidP="00AF7D72">
      <w:pPr>
        <w:rPr>
          <w:rFonts w:ascii="Calibri" w:hAnsi="Calibri"/>
          <w:b/>
        </w:rPr>
      </w:pPr>
    </w:p>
    <w:p w14:paraId="51D637B5" w14:textId="77777777" w:rsidR="00AF7D72" w:rsidRPr="006057F9" w:rsidRDefault="00AF7D72" w:rsidP="00AF7D72">
      <w:pPr>
        <w:rPr>
          <w:rFonts w:ascii="Calibri" w:hAnsi="Calibri"/>
          <w:b/>
        </w:rPr>
      </w:pPr>
    </w:p>
    <w:p w14:paraId="2223F917" w14:textId="77777777" w:rsidR="00AF7D72" w:rsidRPr="006057F9" w:rsidRDefault="00AF7D72" w:rsidP="00AF7D72">
      <w:pPr>
        <w:rPr>
          <w:rFonts w:ascii="Calibri" w:hAnsi="Calibri"/>
        </w:rPr>
      </w:pPr>
      <w:r w:rsidRPr="006057F9">
        <w:rPr>
          <w:rFonts w:ascii="Calibri" w:hAnsi="Calibri"/>
        </w:rPr>
        <w:t>7.  A block of lead has dimensions of 4.50 cm by 5.20 cm by 6.00 cm. The block weighs 1587 g. From this information, calculate the density of lead.</w:t>
      </w:r>
    </w:p>
    <w:p w14:paraId="5917B521" w14:textId="77777777" w:rsidR="00AF7D72" w:rsidRPr="006057F9" w:rsidRDefault="00AF7D72" w:rsidP="00AF7D72">
      <w:pPr>
        <w:rPr>
          <w:rFonts w:ascii="Calibri" w:hAnsi="Calibri"/>
          <w:b/>
        </w:rPr>
      </w:pPr>
    </w:p>
    <w:p w14:paraId="17D8E8DA" w14:textId="77777777" w:rsidR="00AF7D72" w:rsidRDefault="00AF7D72" w:rsidP="00D83512">
      <w:pPr>
        <w:rPr>
          <w:rFonts w:ascii="Calibri" w:hAnsi="Calibri"/>
        </w:rPr>
      </w:pPr>
    </w:p>
    <w:p w14:paraId="7769C158" w14:textId="77777777" w:rsidR="00AF7D72" w:rsidRDefault="00AF7D72" w:rsidP="00D83512">
      <w:pPr>
        <w:rPr>
          <w:rFonts w:ascii="Calibri" w:hAnsi="Calibri"/>
        </w:rPr>
      </w:pPr>
    </w:p>
    <w:p w14:paraId="2F2B381E" w14:textId="77777777" w:rsidR="00AF7D72" w:rsidRDefault="00AF7D72" w:rsidP="00D83512">
      <w:pPr>
        <w:rPr>
          <w:rFonts w:ascii="Calibri" w:hAnsi="Calibri"/>
        </w:rPr>
      </w:pPr>
    </w:p>
    <w:p w14:paraId="2814A726" w14:textId="77777777" w:rsidR="00AF7D72" w:rsidRDefault="00AF7D72" w:rsidP="00D83512">
      <w:pPr>
        <w:rPr>
          <w:rFonts w:ascii="Calibri" w:hAnsi="Calibri"/>
        </w:rPr>
      </w:pPr>
    </w:p>
    <w:p w14:paraId="3B5D24E3" w14:textId="77777777" w:rsidR="00AF7D72" w:rsidRDefault="00AF7D72" w:rsidP="00D83512">
      <w:pPr>
        <w:rPr>
          <w:rFonts w:ascii="Calibri" w:hAnsi="Calibri"/>
        </w:rPr>
      </w:pPr>
    </w:p>
    <w:p w14:paraId="7F5CE843" w14:textId="77777777" w:rsidR="00AF7D72" w:rsidRDefault="00AF7D72" w:rsidP="00D83512">
      <w:pPr>
        <w:rPr>
          <w:rFonts w:ascii="Calibri" w:hAnsi="Calibri"/>
        </w:rPr>
      </w:pPr>
    </w:p>
    <w:p w14:paraId="2A473D57" w14:textId="77777777" w:rsidR="00AF7D72" w:rsidRDefault="00AF7D72" w:rsidP="00D83512">
      <w:pPr>
        <w:rPr>
          <w:rFonts w:ascii="Calibri" w:hAnsi="Calibri"/>
        </w:rPr>
      </w:pPr>
    </w:p>
    <w:p w14:paraId="0A08F4C5" w14:textId="77777777" w:rsidR="00AF7D72" w:rsidRDefault="00AF7D72" w:rsidP="00D83512">
      <w:pPr>
        <w:rPr>
          <w:rFonts w:ascii="Calibri" w:hAnsi="Calibri"/>
        </w:rPr>
      </w:pPr>
    </w:p>
    <w:p w14:paraId="710306AC" w14:textId="77777777" w:rsidR="00D83512" w:rsidRPr="00A11106" w:rsidRDefault="00D83512" w:rsidP="00D83512">
      <w:pPr>
        <w:rPr>
          <w:rFonts w:ascii="Calibri" w:hAnsi="Calibri"/>
        </w:rPr>
      </w:pPr>
      <w:r w:rsidRPr="00A11106">
        <w:rPr>
          <w:rFonts w:ascii="Calibri" w:hAnsi="Calibri"/>
        </w:rPr>
        <w:t>Name: _________________________________</w:t>
      </w:r>
      <w:r w:rsidRPr="00A11106">
        <w:rPr>
          <w:rFonts w:ascii="Calibri" w:hAnsi="Calibri"/>
        </w:rPr>
        <w:tab/>
        <w:t>Period: _______</w:t>
      </w:r>
      <w:r w:rsidRPr="00A11106">
        <w:rPr>
          <w:rFonts w:ascii="Calibri" w:hAnsi="Calibri"/>
        </w:rPr>
        <w:tab/>
        <w:t>Date: _____________</w:t>
      </w:r>
    </w:p>
    <w:p w14:paraId="1C23EE52" w14:textId="77777777" w:rsidR="00D83512" w:rsidRPr="00A11106" w:rsidRDefault="00D83512" w:rsidP="00D83512">
      <w:pPr>
        <w:rPr>
          <w:rFonts w:ascii="Calibri" w:hAnsi="Calibri"/>
        </w:rPr>
      </w:pPr>
    </w:p>
    <w:p w14:paraId="297A80C1" w14:textId="6DC02D77" w:rsidR="00D83512" w:rsidRPr="002F7466" w:rsidRDefault="00D83512" w:rsidP="00D83512">
      <w:pPr>
        <w:jc w:val="center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>Metric System</w:t>
      </w:r>
      <w:r w:rsidR="00AF7D72">
        <w:rPr>
          <w:rFonts w:ascii="Calibri" w:hAnsi="Calibri"/>
          <w:b/>
          <w:sz w:val="40"/>
          <w:szCs w:val="40"/>
        </w:rPr>
        <w:t xml:space="preserve"> Homework</w:t>
      </w:r>
    </w:p>
    <w:p w14:paraId="5F523D35" w14:textId="77777777" w:rsidR="00D83512" w:rsidRDefault="00D83512" w:rsidP="002F7466">
      <w:pPr>
        <w:rPr>
          <w:rFonts w:ascii="Calibri" w:hAnsi="Calibri"/>
        </w:rPr>
      </w:pPr>
    </w:p>
    <w:p w14:paraId="29E572F3" w14:textId="77777777" w:rsidR="00A11106" w:rsidRPr="002F7466" w:rsidRDefault="00A11106" w:rsidP="002F7466">
      <w:pPr>
        <w:rPr>
          <w:rFonts w:ascii="Calibri" w:hAnsi="Calibri"/>
        </w:rPr>
      </w:pPr>
      <w:r w:rsidRPr="002F7466">
        <w:rPr>
          <w:rFonts w:ascii="Calibri" w:hAnsi="Calibri"/>
        </w:rPr>
        <w:t xml:space="preserve">Directions: Write which unit of measurement would be </w:t>
      </w:r>
      <w:r w:rsidRPr="00525543">
        <w:rPr>
          <w:rFonts w:ascii="Calibri" w:hAnsi="Calibri"/>
          <w:b/>
          <w:u w:val="single"/>
        </w:rPr>
        <w:t>most</w:t>
      </w:r>
      <w:r w:rsidRPr="002F7466">
        <w:rPr>
          <w:rFonts w:ascii="Calibri" w:hAnsi="Calibri"/>
        </w:rPr>
        <w:t xml:space="preserve"> appropriate for measuring each item listed below. Choose from the measurements listed in the box.</w:t>
      </w:r>
    </w:p>
    <w:p w14:paraId="7D7C0C76" w14:textId="77777777" w:rsidR="002F7466" w:rsidRPr="002F7466" w:rsidRDefault="002F7466" w:rsidP="002F7466">
      <w:pPr>
        <w:rPr>
          <w:rFonts w:ascii="Calibri" w:hAnsi="Calibr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20"/>
      </w:tblGrid>
      <w:tr w:rsidR="00A11106" w:rsidRPr="002F7466" w14:paraId="3CD723B3" w14:textId="77777777" w:rsidTr="00A11106">
        <w:trPr>
          <w:jc w:val="center"/>
        </w:trPr>
        <w:tc>
          <w:tcPr>
            <w:tcW w:w="0" w:type="auto"/>
          </w:tcPr>
          <w:p w14:paraId="24814D3D" w14:textId="63B31DB5" w:rsidR="00A11106" w:rsidRPr="002F7466" w:rsidRDefault="00A11106" w:rsidP="002F7466">
            <w:pPr>
              <w:rPr>
                <w:rFonts w:ascii="Calibri" w:hAnsi="Calibri"/>
              </w:rPr>
            </w:pPr>
            <w:r w:rsidRPr="002F7466">
              <w:rPr>
                <w:rFonts w:ascii="Calibri" w:hAnsi="Calibri"/>
              </w:rPr>
              <w:t>Meter</w:t>
            </w:r>
          </w:p>
          <w:p w14:paraId="66271780" w14:textId="25274BBB" w:rsidR="00A11106" w:rsidRPr="002F7466" w:rsidRDefault="00A11106" w:rsidP="002F7466">
            <w:pPr>
              <w:rPr>
                <w:rFonts w:ascii="Calibri" w:hAnsi="Calibri"/>
              </w:rPr>
            </w:pPr>
            <w:r w:rsidRPr="002F7466">
              <w:rPr>
                <w:rFonts w:ascii="Calibri" w:hAnsi="Calibri"/>
              </w:rPr>
              <w:t>Centimeter</w:t>
            </w:r>
          </w:p>
          <w:p w14:paraId="6F911C5F" w14:textId="1FBB3EB9" w:rsidR="00A11106" w:rsidRPr="002F7466" w:rsidRDefault="00A11106" w:rsidP="002F7466">
            <w:pPr>
              <w:rPr>
                <w:rFonts w:ascii="Calibri" w:hAnsi="Calibri"/>
              </w:rPr>
            </w:pPr>
            <w:r w:rsidRPr="002F7466">
              <w:rPr>
                <w:rFonts w:ascii="Calibri" w:hAnsi="Calibri"/>
              </w:rPr>
              <w:t>Kilometer</w:t>
            </w:r>
          </w:p>
          <w:p w14:paraId="3418F761" w14:textId="21A8F5BA" w:rsidR="00A11106" w:rsidRPr="002F7466" w:rsidRDefault="00A11106" w:rsidP="002F7466">
            <w:pPr>
              <w:rPr>
                <w:rFonts w:ascii="Calibri" w:hAnsi="Calibri"/>
              </w:rPr>
            </w:pPr>
            <w:r w:rsidRPr="002F7466">
              <w:rPr>
                <w:rFonts w:ascii="Calibri" w:hAnsi="Calibri"/>
              </w:rPr>
              <w:t>Millimeter</w:t>
            </w:r>
          </w:p>
        </w:tc>
      </w:tr>
    </w:tbl>
    <w:p w14:paraId="76C46C9C" w14:textId="77777777" w:rsidR="00A11106" w:rsidRPr="002F7466" w:rsidRDefault="00A11106" w:rsidP="002F7466">
      <w:pPr>
        <w:rPr>
          <w:rFonts w:ascii="Calibri" w:hAnsi="Calibri"/>
        </w:rPr>
      </w:pPr>
    </w:p>
    <w:p w14:paraId="1F96FDAA" w14:textId="7489AE4A" w:rsidR="00A11106" w:rsidRPr="00525543" w:rsidRDefault="00525543" w:rsidP="00525543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__________________T</w:t>
      </w:r>
      <w:r w:rsidR="00A11106" w:rsidRPr="00525543">
        <w:rPr>
          <w:rFonts w:ascii="Calibri" w:hAnsi="Calibri"/>
        </w:rPr>
        <w:t>he distance from Los Angeles to Chicago</w:t>
      </w:r>
    </w:p>
    <w:p w14:paraId="5E10AF07" w14:textId="7E1D72E9" w:rsidR="00525543" w:rsidRDefault="00525543" w:rsidP="00525543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__________________T</w:t>
      </w:r>
      <w:r w:rsidR="00A11106" w:rsidRPr="00525543">
        <w:rPr>
          <w:rFonts w:ascii="Calibri" w:hAnsi="Calibri"/>
        </w:rPr>
        <w:t>he heigh</w:t>
      </w:r>
      <w:r>
        <w:rPr>
          <w:rFonts w:ascii="Calibri" w:hAnsi="Calibri"/>
        </w:rPr>
        <w:t>t of a standard size window</w:t>
      </w:r>
    </w:p>
    <w:p w14:paraId="328053DC" w14:textId="4ACE4FFA" w:rsidR="00525543" w:rsidRDefault="00525543" w:rsidP="00525543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__________________T</w:t>
      </w:r>
      <w:r w:rsidR="00A11106" w:rsidRPr="00525543">
        <w:rPr>
          <w:rFonts w:ascii="Calibri" w:hAnsi="Calibri"/>
        </w:rPr>
        <w:t>h</w:t>
      </w:r>
      <w:r>
        <w:rPr>
          <w:rFonts w:ascii="Calibri" w:hAnsi="Calibri"/>
        </w:rPr>
        <w:t>e length of a ballpoint pen</w:t>
      </w:r>
    </w:p>
    <w:p w14:paraId="78F9DE32" w14:textId="67DF030F" w:rsidR="00525543" w:rsidRDefault="00525543" w:rsidP="00525543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__________________The thickness of a penny</w:t>
      </w:r>
    </w:p>
    <w:p w14:paraId="7E8E3301" w14:textId="71853D19" w:rsidR="00A11106" w:rsidRPr="00525543" w:rsidRDefault="00525543" w:rsidP="00525543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__________________T</w:t>
      </w:r>
      <w:r w:rsidR="00A11106" w:rsidRPr="00525543">
        <w:rPr>
          <w:rFonts w:ascii="Calibri" w:hAnsi="Calibri"/>
        </w:rPr>
        <w:t>he height of a school locker</w:t>
      </w:r>
    </w:p>
    <w:p w14:paraId="30479BCF" w14:textId="1F85E271" w:rsidR="00A11106" w:rsidRPr="00525543" w:rsidRDefault="00525543" w:rsidP="00525543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__________________T</w:t>
      </w:r>
      <w:r w:rsidR="00A11106" w:rsidRPr="00525543">
        <w:rPr>
          <w:rFonts w:ascii="Calibri" w:hAnsi="Calibri"/>
        </w:rPr>
        <w:t>he width of a postage stamp</w:t>
      </w:r>
    </w:p>
    <w:p w14:paraId="56D8D65A" w14:textId="6E4CD45A" w:rsidR="00525543" w:rsidRDefault="00525543" w:rsidP="00525543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__________________T</w:t>
      </w:r>
      <w:r w:rsidR="00A11106" w:rsidRPr="00525543">
        <w:rPr>
          <w:rFonts w:ascii="Calibri" w:hAnsi="Calibri"/>
        </w:rPr>
        <w:t>he dee</w:t>
      </w:r>
      <w:r>
        <w:rPr>
          <w:rFonts w:ascii="Calibri" w:hAnsi="Calibri"/>
        </w:rPr>
        <w:t>pest part of Lake Michigan</w:t>
      </w:r>
    </w:p>
    <w:p w14:paraId="46312426" w14:textId="147B6F98" w:rsidR="00A11106" w:rsidRPr="00525543" w:rsidRDefault="00525543" w:rsidP="00525543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__________________T</w:t>
      </w:r>
      <w:r w:rsidR="00A11106" w:rsidRPr="00525543">
        <w:rPr>
          <w:rFonts w:ascii="Calibri" w:hAnsi="Calibri"/>
        </w:rPr>
        <w:t>he width of a human hair</w:t>
      </w:r>
    </w:p>
    <w:p w14:paraId="347DA61E" w14:textId="77777777" w:rsidR="00525543" w:rsidRDefault="00525543" w:rsidP="002F7466">
      <w:pPr>
        <w:rPr>
          <w:rFonts w:ascii="Calibri" w:hAnsi="Calibr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36"/>
      </w:tblGrid>
      <w:tr w:rsidR="00525543" w14:paraId="64D0C273" w14:textId="77777777" w:rsidTr="00525543">
        <w:trPr>
          <w:jc w:val="center"/>
        </w:trPr>
        <w:tc>
          <w:tcPr>
            <w:tcW w:w="0" w:type="auto"/>
          </w:tcPr>
          <w:p w14:paraId="4F0A6B18" w14:textId="5D90EEF0" w:rsidR="00525543" w:rsidRDefault="00525543" w:rsidP="002F746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Liter</w:t>
            </w:r>
          </w:p>
          <w:p w14:paraId="77AA5BCE" w14:textId="77777777" w:rsidR="00525543" w:rsidRDefault="00525543" w:rsidP="002F746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Milliliter</w:t>
            </w:r>
          </w:p>
          <w:p w14:paraId="454435CD" w14:textId="1C2B45D5" w:rsidR="00525543" w:rsidRDefault="00525543" w:rsidP="002F746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Kiloliter</w:t>
            </w:r>
          </w:p>
        </w:tc>
      </w:tr>
    </w:tbl>
    <w:p w14:paraId="4A331644" w14:textId="326F57D7" w:rsidR="00A11106" w:rsidRPr="002F7466" w:rsidRDefault="00A11106" w:rsidP="002F7466">
      <w:pPr>
        <w:rPr>
          <w:rFonts w:ascii="Calibri" w:hAnsi="Calibri"/>
        </w:rPr>
      </w:pPr>
    </w:p>
    <w:p w14:paraId="0F31A058" w14:textId="5E74C719" w:rsidR="00525543" w:rsidRDefault="00525543" w:rsidP="00525543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__________________S</w:t>
      </w:r>
      <w:r w:rsidR="00A11106" w:rsidRPr="00525543">
        <w:rPr>
          <w:rFonts w:ascii="Calibri" w:hAnsi="Calibri"/>
        </w:rPr>
        <w:t>ev</w:t>
      </w:r>
      <w:r>
        <w:rPr>
          <w:rFonts w:ascii="Calibri" w:hAnsi="Calibri"/>
        </w:rPr>
        <w:t>eral drops of food coloring</w:t>
      </w:r>
    </w:p>
    <w:p w14:paraId="4B096C88" w14:textId="410702B8" w:rsidR="00525543" w:rsidRDefault="00525543" w:rsidP="00525543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__________________A bathtub</w:t>
      </w:r>
    </w:p>
    <w:p w14:paraId="7FBB4D15" w14:textId="45001141" w:rsidR="00A11106" w:rsidRPr="00525543" w:rsidRDefault="00525543" w:rsidP="00525543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__________________A </w:t>
      </w:r>
      <w:r w:rsidR="00A11106" w:rsidRPr="00525543">
        <w:rPr>
          <w:rFonts w:ascii="Calibri" w:hAnsi="Calibri"/>
        </w:rPr>
        <w:t>can</w:t>
      </w:r>
      <w:r>
        <w:rPr>
          <w:rFonts w:ascii="Calibri" w:hAnsi="Calibri"/>
        </w:rPr>
        <w:t xml:space="preserve"> </w:t>
      </w:r>
      <w:r w:rsidR="00A11106" w:rsidRPr="00525543">
        <w:rPr>
          <w:rFonts w:ascii="Calibri" w:hAnsi="Calibri"/>
        </w:rPr>
        <w:t>of</w:t>
      </w:r>
      <w:r>
        <w:rPr>
          <w:rFonts w:ascii="Calibri" w:hAnsi="Calibri"/>
        </w:rPr>
        <w:t xml:space="preserve"> </w:t>
      </w:r>
      <w:r w:rsidR="00A11106" w:rsidRPr="00525543">
        <w:rPr>
          <w:rFonts w:ascii="Calibri" w:hAnsi="Calibri"/>
        </w:rPr>
        <w:t>soup</w:t>
      </w:r>
    </w:p>
    <w:p w14:paraId="4F891790" w14:textId="2EA2BE3C" w:rsidR="00A11106" w:rsidRPr="00525543" w:rsidRDefault="00525543" w:rsidP="00525543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__________________A </w:t>
      </w:r>
      <w:r w:rsidR="00A11106" w:rsidRPr="00525543">
        <w:rPr>
          <w:rFonts w:ascii="Calibri" w:hAnsi="Calibri"/>
        </w:rPr>
        <w:t>pitcher of iced tea</w:t>
      </w:r>
    </w:p>
    <w:p w14:paraId="5959CFBE" w14:textId="3468D28C" w:rsidR="00A11106" w:rsidRPr="00525543" w:rsidRDefault="00525543" w:rsidP="00525543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__________________V</w:t>
      </w:r>
      <w:r w:rsidR="00A11106" w:rsidRPr="00525543">
        <w:rPr>
          <w:rFonts w:ascii="Calibri" w:hAnsi="Calibri"/>
        </w:rPr>
        <w:t>anilla extract used when baking cookies</w:t>
      </w:r>
    </w:p>
    <w:p w14:paraId="6583A375" w14:textId="34621B07" w:rsidR="00A11106" w:rsidRPr="00525543" w:rsidRDefault="00525543" w:rsidP="00525543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__________________A</w:t>
      </w:r>
      <w:r w:rsidR="00A11106" w:rsidRPr="00525543">
        <w:rPr>
          <w:rFonts w:ascii="Calibri" w:hAnsi="Calibri"/>
        </w:rPr>
        <w:t>n Olympic-sized swimming pool</w:t>
      </w:r>
    </w:p>
    <w:p w14:paraId="0622ADE1" w14:textId="32B3B10A" w:rsidR="00A11106" w:rsidRPr="00525543" w:rsidRDefault="00525543" w:rsidP="00525543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__________________W</w:t>
      </w:r>
      <w:r w:rsidR="00A11106" w:rsidRPr="00525543">
        <w:rPr>
          <w:rFonts w:ascii="Calibri" w:hAnsi="Calibri"/>
        </w:rPr>
        <w:t>ater in an average home aquarium</w:t>
      </w:r>
    </w:p>
    <w:p w14:paraId="44D3A73E" w14:textId="329B89C7" w:rsidR="00525543" w:rsidRDefault="00525543" w:rsidP="00525543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__________________A bottle of perfume</w:t>
      </w:r>
    </w:p>
    <w:p w14:paraId="4E63F495" w14:textId="1401532A" w:rsidR="00525543" w:rsidRDefault="00525543" w:rsidP="00525543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__________________A lake</w:t>
      </w:r>
    </w:p>
    <w:p w14:paraId="5A3A4102" w14:textId="11E02AC2" w:rsidR="00A11106" w:rsidRPr="00525543" w:rsidRDefault="00525543" w:rsidP="00525543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__________________A</w:t>
      </w:r>
      <w:r w:rsidR="00A11106" w:rsidRPr="00525543">
        <w:rPr>
          <w:rFonts w:ascii="Calibri" w:hAnsi="Calibri"/>
        </w:rPr>
        <w:t xml:space="preserve"> small cup of coffee</w:t>
      </w:r>
    </w:p>
    <w:p w14:paraId="24E9F942" w14:textId="77777777" w:rsidR="00A11106" w:rsidRPr="002F7466" w:rsidRDefault="00A11106" w:rsidP="002F7466">
      <w:pPr>
        <w:rPr>
          <w:rFonts w:ascii="Calibri" w:hAnsi="Calibri"/>
        </w:rPr>
      </w:pPr>
    </w:p>
    <w:p w14:paraId="37307007" w14:textId="5FD5064D" w:rsidR="00A11106" w:rsidRDefault="00525543" w:rsidP="002F7466">
      <w:pPr>
        <w:rPr>
          <w:rFonts w:ascii="Calibri" w:hAnsi="Calibri"/>
        </w:rPr>
      </w:pPr>
      <w:bookmarkStart w:id="0" w:name="_GoBack"/>
      <w:bookmarkEnd w:id="0"/>
      <w:r>
        <w:rPr>
          <w:rFonts w:ascii="Calibri" w:hAnsi="Calibri"/>
        </w:rPr>
        <w:t xml:space="preserve">Directions: </w:t>
      </w:r>
      <w:r w:rsidR="00A11106" w:rsidRPr="002F7466">
        <w:rPr>
          <w:rFonts w:ascii="Calibri" w:hAnsi="Calibri"/>
        </w:rPr>
        <w:t xml:space="preserve">On the first line, write whether you would move the decimal point to the LEFT or RIGHT to complete each of the following problems. Then do the problem. </w:t>
      </w:r>
      <w:r w:rsidR="00A11106" w:rsidRPr="00525543">
        <w:rPr>
          <w:rFonts w:ascii="Calibri" w:hAnsi="Calibri"/>
          <w:b/>
          <w:u w:val="single"/>
        </w:rPr>
        <w:t>Show your work</w:t>
      </w:r>
      <w:r w:rsidR="00A11106" w:rsidRPr="002F7466">
        <w:rPr>
          <w:rFonts w:ascii="Calibri" w:hAnsi="Calibri"/>
        </w:rPr>
        <w:t>.</w:t>
      </w:r>
    </w:p>
    <w:p w14:paraId="49FF4708" w14:textId="77777777" w:rsidR="0088498F" w:rsidRPr="002F7466" w:rsidRDefault="0088498F" w:rsidP="002F7466">
      <w:pPr>
        <w:rPr>
          <w:rFonts w:ascii="Calibri" w:hAnsi="Calibri"/>
        </w:rPr>
      </w:pPr>
    </w:p>
    <w:p w14:paraId="0CDB4FFD" w14:textId="78E2F299" w:rsidR="00A11106" w:rsidRPr="00525543" w:rsidRDefault="00A11106" w:rsidP="00B361A4">
      <w:pPr>
        <w:pStyle w:val="ListParagraph"/>
        <w:numPr>
          <w:ilvl w:val="0"/>
          <w:numId w:val="7"/>
        </w:numPr>
        <w:spacing w:line="480" w:lineRule="auto"/>
        <w:rPr>
          <w:rFonts w:ascii="Calibri" w:hAnsi="Calibri"/>
        </w:rPr>
      </w:pPr>
      <w:r w:rsidRPr="00525543">
        <w:rPr>
          <w:rFonts w:ascii="Calibri" w:hAnsi="Calibri"/>
        </w:rPr>
        <w:t>_______________________</w:t>
      </w:r>
      <w:r w:rsidRPr="00525543">
        <w:rPr>
          <w:rFonts w:ascii="Calibri" w:hAnsi="Calibri"/>
        </w:rPr>
        <w:tab/>
        <w:t>210 g = _______________________ kg</w:t>
      </w:r>
    </w:p>
    <w:p w14:paraId="173352CB" w14:textId="2336FB61" w:rsidR="00A11106" w:rsidRPr="00525543" w:rsidRDefault="00A11106" w:rsidP="00B361A4">
      <w:pPr>
        <w:pStyle w:val="ListParagraph"/>
        <w:numPr>
          <w:ilvl w:val="0"/>
          <w:numId w:val="7"/>
        </w:numPr>
        <w:spacing w:line="480" w:lineRule="auto"/>
        <w:rPr>
          <w:rFonts w:ascii="Calibri" w:hAnsi="Calibri"/>
        </w:rPr>
      </w:pPr>
      <w:r w:rsidRPr="00525543">
        <w:rPr>
          <w:rFonts w:ascii="Calibri" w:hAnsi="Calibri"/>
        </w:rPr>
        <w:t>_______________________</w:t>
      </w:r>
      <w:r w:rsidRPr="00525543">
        <w:rPr>
          <w:rFonts w:ascii="Calibri" w:hAnsi="Calibri"/>
        </w:rPr>
        <w:tab/>
        <w:t>0.096 L = _______________________ mL</w:t>
      </w:r>
    </w:p>
    <w:p w14:paraId="26FC015A" w14:textId="7345BBA6" w:rsidR="00A11106" w:rsidRPr="00525543" w:rsidRDefault="00A11106" w:rsidP="00B361A4">
      <w:pPr>
        <w:pStyle w:val="ListParagraph"/>
        <w:numPr>
          <w:ilvl w:val="0"/>
          <w:numId w:val="7"/>
        </w:numPr>
        <w:spacing w:line="480" w:lineRule="auto"/>
        <w:rPr>
          <w:rFonts w:ascii="Calibri" w:hAnsi="Calibri"/>
        </w:rPr>
      </w:pPr>
      <w:r w:rsidRPr="00525543">
        <w:rPr>
          <w:rFonts w:ascii="Calibri" w:hAnsi="Calibri"/>
        </w:rPr>
        <w:t>_______________________</w:t>
      </w:r>
      <w:r w:rsidRPr="00525543">
        <w:rPr>
          <w:rFonts w:ascii="Calibri" w:hAnsi="Calibri"/>
        </w:rPr>
        <w:tab/>
        <w:t>53 cm = _______________________ mm</w:t>
      </w:r>
    </w:p>
    <w:p w14:paraId="2CCC97BD" w14:textId="1CFEE1F8" w:rsidR="00A11106" w:rsidRPr="00525543" w:rsidRDefault="00A11106" w:rsidP="00B361A4">
      <w:pPr>
        <w:pStyle w:val="ListParagraph"/>
        <w:numPr>
          <w:ilvl w:val="0"/>
          <w:numId w:val="7"/>
        </w:numPr>
        <w:spacing w:line="480" w:lineRule="auto"/>
        <w:rPr>
          <w:rFonts w:ascii="Calibri" w:hAnsi="Calibri"/>
        </w:rPr>
      </w:pPr>
      <w:r w:rsidRPr="00525543">
        <w:rPr>
          <w:rFonts w:ascii="Calibri" w:hAnsi="Calibri"/>
        </w:rPr>
        <w:t>_______________________</w:t>
      </w:r>
      <w:r w:rsidRPr="00525543">
        <w:rPr>
          <w:rFonts w:ascii="Calibri" w:hAnsi="Calibri"/>
        </w:rPr>
        <w:tab/>
        <w:t xml:space="preserve">34 m = _______________________ </w:t>
      </w:r>
      <w:proofErr w:type="spellStart"/>
      <w:r w:rsidRPr="00525543">
        <w:rPr>
          <w:rFonts w:ascii="Calibri" w:hAnsi="Calibri"/>
        </w:rPr>
        <w:t>hm</w:t>
      </w:r>
      <w:proofErr w:type="spellEnd"/>
    </w:p>
    <w:p w14:paraId="24A29AB1" w14:textId="0F639477" w:rsidR="00A11106" w:rsidRPr="00B361A4" w:rsidRDefault="00A11106" w:rsidP="00B361A4">
      <w:pPr>
        <w:pStyle w:val="ListParagraph"/>
        <w:numPr>
          <w:ilvl w:val="0"/>
          <w:numId w:val="7"/>
        </w:numPr>
        <w:spacing w:line="480" w:lineRule="auto"/>
        <w:rPr>
          <w:rFonts w:ascii="Calibri" w:hAnsi="Calibri"/>
        </w:rPr>
      </w:pPr>
      <w:r w:rsidRPr="00525543">
        <w:rPr>
          <w:rFonts w:ascii="Calibri" w:hAnsi="Calibri"/>
        </w:rPr>
        <w:t>_______________________</w:t>
      </w:r>
      <w:r w:rsidRPr="00525543">
        <w:rPr>
          <w:rFonts w:ascii="Calibri" w:hAnsi="Calibri"/>
        </w:rPr>
        <w:tab/>
        <w:t>85 mg = _______________________ g</w:t>
      </w:r>
    </w:p>
    <w:p w14:paraId="0D154901" w14:textId="77777777" w:rsidR="00A11106" w:rsidRPr="002F7466" w:rsidRDefault="00A11106" w:rsidP="002F7466">
      <w:pPr>
        <w:rPr>
          <w:rFonts w:ascii="Calibri" w:hAnsi="Calibri"/>
        </w:rPr>
      </w:pPr>
    </w:p>
    <w:p w14:paraId="3D6F4A84" w14:textId="77777777" w:rsidR="00A11106" w:rsidRDefault="00A11106" w:rsidP="00B032AE">
      <w:pPr>
        <w:rPr>
          <w:rFonts w:ascii="Calibri" w:hAnsi="Calibri"/>
        </w:rPr>
      </w:pPr>
    </w:p>
    <w:p w14:paraId="683C2C80" w14:textId="77777777" w:rsidR="00B361A4" w:rsidRPr="002F7466" w:rsidRDefault="00B361A4" w:rsidP="00B032AE">
      <w:pPr>
        <w:rPr>
          <w:rFonts w:ascii="Calibri" w:hAnsi="Calibri"/>
        </w:rPr>
      </w:pPr>
    </w:p>
    <w:p w14:paraId="567FC6BF" w14:textId="77777777" w:rsidR="00A11106" w:rsidRPr="00B361A4" w:rsidRDefault="00A11106" w:rsidP="002F7466">
      <w:pPr>
        <w:widowControl w:val="0"/>
        <w:autoSpaceDE w:val="0"/>
        <w:autoSpaceDN w:val="0"/>
        <w:adjustRightInd w:val="0"/>
        <w:spacing w:after="240"/>
        <w:jc w:val="center"/>
        <w:rPr>
          <w:rFonts w:ascii="Calibri" w:hAnsi="Calibri" w:cs="Times"/>
          <w:b/>
          <w:sz w:val="32"/>
          <w:szCs w:val="32"/>
        </w:rPr>
      </w:pPr>
      <w:r w:rsidRPr="00B361A4">
        <w:rPr>
          <w:rFonts w:ascii="Calibri" w:hAnsi="Calibri" w:cs="Times"/>
          <w:b/>
          <w:sz w:val="32"/>
          <w:szCs w:val="32"/>
        </w:rPr>
        <w:t>METRIC CONVERSIONS – PRACTICE</w:t>
      </w:r>
    </w:p>
    <w:p w14:paraId="4DE09C6E" w14:textId="77777777" w:rsidR="002F7466" w:rsidRPr="002F7466" w:rsidRDefault="002F7466" w:rsidP="002F746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Calibri" w:hAnsi="Calibri" w:cs="Calibri"/>
        </w:rPr>
        <w:sectPr w:rsidR="002F7466" w:rsidRPr="002F7466" w:rsidSect="003E0BEB"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p w14:paraId="7EF87E26" w14:textId="2BD60DEA" w:rsidR="00A11106" w:rsidRPr="002F7466" w:rsidRDefault="00A11106" w:rsidP="00B361A4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 w:line="480" w:lineRule="auto"/>
        <w:rPr>
          <w:rFonts w:ascii="Calibri" w:hAnsi="Calibri" w:cs="Calibri"/>
        </w:rPr>
      </w:pPr>
      <w:r w:rsidRPr="002F7466">
        <w:rPr>
          <w:rFonts w:ascii="Calibri" w:hAnsi="Calibri" w:cs="Calibri"/>
        </w:rPr>
        <w:t xml:space="preserve">100 mm = _________________ m </w:t>
      </w:r>
    </w:p>
    <w:p w14:paraId="1E0C862C" w14:textId="77777777" w:rsidR="00A11106" w:rsidRPr="002F7466" w:rsidRDefault="00A11106" w:rsidP="00B361A4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 w:line="480" w:lineRule="auto"/>
        <w:rPr>
          <w:rFonts w:ascii="Calibri" w:hAnsi="Calibri" w:cs="Calibri"/>
        </w:rPr>
      </w:pPr>
      <w:r w:rsidRPr="002F7466">
        <w:rPr>
          <w:rFonts w:ascii="Calibri" w:hAnsi="Calibri" w:cs="Calibri"/>
        </w:rPr>
        <w:t xml:space="preserve">89 kg = _________________ mg </w:t>
      </w:r>
    </w:p>
    <w:p w14:paraId="6183FDF4" w14:textId="77777777" w:rsidR="00A11106" w:rsidRPr="002F7466" w:rsidRDefault="00A11106" w:rsidP="00B361A4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 w:line="480" w:lineRule="auto"/>
        <w:rPr>
          <w:rFonts w:ascii="Calibri" w:hAnsi="Calibri" w:cs="Calibri"/>
        </w:rPr>
      </w:pPr>
      <w:r w:rsidRPr="002F7466">
        <w:rPr>
          <w:rFonts w:ascii="Calibri" w:hAnsi="Calibri" w:cs="Calibri"/>
        </w:rPr>
        <w:t xml:space="preserve">25 dg = _________________ dag </w:t>
      </w:r>
    </w:p>
    <w:p w14:paraId="1FB26DC8" w14:textId="77777777" w:rsidR="00A11106" w:rsidRPr="002F7466" w:rsidRDefault="00A11106" w:rsidP="00B361A4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 w:line="480" w:lineRule="auto"/>
        <w:rPr>
          <w:rFonts w:ascii="Calibri" w:hAnsi="Calibri" w:cs="Calibri"/>
        </w:rPr>
      </w:pPr>
      <w:r w:rsidRPr="002F7466">
        <w:rPr>
          <w:rFonts w:ascii="Calibri" w:hAnsi="Calibri" w:cs="Calibri"/>
        </w:rPr>
        <w:t xml:space="preserve">5 cl = _________________ kl </w:t>
      </w:r>
    </w:p>
    <w:p w14:paraId="1B2A59F7" w14:textId="77777777" w:rsidR="00A11106" w:rsidRPr="002F7466" w:rsidRDefault="00A11106" w:rsidP="00B361A4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 w:line="480" w:lineRule="auto"/>
        <w:rPr>
          <w:rFonts w:ascii="Calibri" w:hAnsi="Calibri" w:cs="Calibri"/>
        </w:rPr>
      </w:pPr>
      <w:r w:rsidRPr="002F7466">
        <w:rPr>
          <w:rFonts w:ascii="Calibri" w:hAnsi="Calibri" w:cs="Calibri"/>
        </w:rPr>
        <w:t xml:space="preserve">450 dl = _________________ cl </w:t>
      </w:r>
    </w:p>
    <w:p w14:paraId="42CA1712" w14:textId="77777777" w:rsidR="00A11106" w:rsidRPr="002F7466" w:rsidRDefault="00A11106" w:rsidP="00B361A4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 w:line="480" w:lineRule="auto"/>
        <w:rPr>
          <w:rFonts w:ascii="Calibri" w:hAnsi="Calibri" w:cs="Calibri"/>
        </w:rPr>
      </w:pPr>
      <w:r w:rsidRPr="002F7466">
        <w:rPr>
          <w:rFonts w:ascii="Calibri" w:hAnsi="Calibri" w:cs="Calibri"/>
        </w:rPr>
        <w:t xml:space="preserve">3.4 dal = _________________ ml </w:t>
      </w:r>
    </w:p>
    <w:p w14:paraId="0BE83DA3" w14:textId="307B6789" w:rsidR="00A11106" w:rsidRPr="002F7466" w:rsidRDefault="00A11106" w:rsidP="00B361A4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 w:line="480" w:lineRule="auto"/>
        <w:rPr>
          <w:rFonts w:ascii="Calibri" w:hAnsi="Calibri" w:cs="Calibri"/>
        </w:rPr>
      </w:pPr>
      <w:r w:rsidRPr="002F7466">
        <w:rPr>
          <w:rFonts w:ascii="Calibri" w:hAnsi="Calibri" w:cs="Calibri"/>
        </w:rPr>
        <w:t xml:space="preserve">1000 ml = _________________ L </w:t>
      </w:r>
    </w:p>
    <w:p w14:paraId="67914E09" w14:textId="77777777" w:rsidR="00A11106" w:rsidRPr="002F7466" w:rsidRDefault="00A11106" w:rsidP="00B361A4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 w:line="480" w:lineRule="auto"/>
        <w:rPr>
          <w:rFonts w:ascii="Calibri" w:hAnsi="Calibri" w:cs="Calibri"/>
        </w:rPr>
      </w:pPr>
      <w:r w:rsidRPr="002F7466">
        <w:rPr>
          <w:rFonts w:ascii="Calibri" w:hAnsi="Calibri" w:cs="Calibri"/>
        </w:rPr>
        <w:t xml:space="preserve">302 hl = _________________kl </w:t>
      </w:r>
    </w:p>
    <w:p w14:paraId="4C6B9579" w14:textId="77777777" w:rsidR="00A11106" w:rsidRPr="002F7466" w:rsidRDefault="00A11106" w:rsidP="00B361A4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 w:line="480" w:lineRule="auto"/>
        <w:rPr>
          <w:rFonts w:ascii="Calibri" w:hAnsi="Calibri" w:cs="Calibri"/>
        </w:rPr>
      </w:pPr>
      <w:r w:rsidRPr="002F7466">
        <w:rPr>
          <w:rFonts w:ascii="Calibri" w:hAnsi="Calibri" w:cs="Calibri"/>
        </w:rPr>
        <w:t xml:space="preserve">101 mm = _________________ m </w:t>
      </w:r>
    </w:p>
    <w:p w14:paraId="56521381" w14:textId="77777777" w:rsidR="00A11106" w:rsidRPr="002F7466" w:rsidRDefault="00A11106" w:rsidP="00B361A4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 w:line="480" w:lineRule="auto"/>
        <w:rPr>
          <w:rFonts w:ascii="Calibri" w:hAnsi="Calibri" w:cs="Calibri"/>
        </w:rPr>
      </w:pPr>
      <w:r w:rsidRPr="002F7466">
        <w:rPr>
          <w:rFonts w:ascii="Calibri" w:hAnsi="Calibri" w:cs="Calibri"/>
        </w:rPr>
        <w:t xml:space="preserve">29 dag = _________________ mg </w:t>
      </w:r>
    </w:p>
    <w:p w14:paraId="25C31FD2" w14:textId="77777777" w:rsidR="00A11106" w:rsidRPr="002F7466" w:rsidRDefault="00A11106" w:rsidP="00B361A4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 w:line="480" w:lineRule="auto"/>
        <w:rPr>
          <w:rFonts w:ascii="Calibri" w:hAnsi="Calibri" w:cs="Calibri"/>
        </w:rPr>
      </w:pPr>
      <w:r w:rsidRPr="002F7466">
        <w:rPr>
          <w:rFonts w:ascii="Calibri" w:hAnsi="Calibri" w:cs="Calibri"/>
        </w:rPr>
        <w:t xml:space="preserve">30.5 cm = _________________ </w:t>
      </w:r>
      <w:proofErr w:type="spellStart"/>
      <w:r w:rsidRPr="002F7466">
        <w:rPr>
          <w:rFonts w:ascii="Calibri" w:hAnsi="Calibri" w:cs="Calibri"/>
        </w:rPr>
        <w:t>dm</w:t>
      </w:r>
      <w:proofErr w:type="spellEnd"/>
      <w:r w:rsidRPr="002F7466">
        <w:rPr>
          <w:rFonts w:ascii="Calibri" w:hAnsi="Calibri" w:cs="Calibri"/>
        </w:rPr>
        <w:t xml:space="preserve"> </w:t>
      </w:r>
    </w:p>
    <w:p w14:paraId="2AD87414" w14:textId="226DB93B" w:rsidR="002F7466" w:rsidRPr="002F7466" w:rsidRDefault="00A11106" w:rsidP="00B361A4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 w:line="480" w:lineRule="auto"/>
        <w:rPr>
          <w:rFonts w:ascii="Calibri" w:hAnsi="Calibri" w:cs="Calibri"/>
        </w:rPr>
        <w:sectPr w:rsidR="002F7466" w:rsidRPr="002F7466" w:rsidSect="002F7466">
          <w:type w:val="continuous"/>
          <w:pgSz w:w="12240" w:h="15840"/>
          <w:pgMar w:top="720" w:right="1440" w:bottom="720" w:left="1440" w:header="720" w:footer="720" w:gutter="0"/>
          <w:cols w:num="2" w:space="720"/>
          <w:docGrid w:linePitch="360"/>
        </w:sectPr>
      </w:pPr>
      <w:r w:rsidRPr="002F7466">
        <w:rPr>
          <w:rFonts w:ascii="Calibri" w:hAnsi="Calibri" w:cs="Calibri"/>
        </w:rPr>
        <w:t xml:space="preserve">246 kg = _________________ g </w:t>
      </w:r>
    </w:p>
    <w:p w14:paraId="0FD9A686" w14:textId="77777777" w:rsidR="002F7466" w:rsidRPr="002F7466" w:rsidRDefault="002F7466" w:rsidP="002F746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Calibri" w:hAnsi="Calibri" w:cs="Calibri"/>
        </w:rPr>
      </w:pPr>
    </w:p>
    <w:sectPr w:rsidR="002F7466" w:rsidRPr="002F7466" w:rsidSect="002F7466">
      <w:type w:val="continuous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A5F13F5"/>
    <w:multiLevelType w:val="hybridMultilevel"/>
    <w:tmpl w:val="B232B4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63106"/>
    <w:multiLevelType w:val="hybridMultilevel"/>
    <w:tmpl w:val="CE0A09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67497"/>
    <w:multiLevelType w:val="hybridMultilevel"/>
    <w:tmpl w:val="14D6B62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8C14A3"/>
    <w:multiLevelType w:val="hybridMultilevel"/>
    <w:tmpl w:val="C9B01CA0"/>
    <w:lvl w:ilvl="0" w:tplc="975876AA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22411"/>
    <w:multiLevelType w:val="hybridMultilevel"/>
    <w:tmpl w:val="87763D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DA0D06"/>
    <w:multiLevelType w:val="hybridMultilevel"/>
    <w:tmpl w:val="8634D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830830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EC614DB"/>
    <w:multiLevelType w:val="hybridMultilevel"/>
    <w:tmpl w:val="7FAC5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E6793C"/>
    <w:multiLevelType w:val="hybridMultilevel"/>
    <w:tmpl w:val="91027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0225B9"/>
    <w:multiLevelType w:val="hybridMultilevel"/>
    <w:tmpl w:val="C5F0FC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0"/>
  </w:num>
  <w:num w:numId="5">
    <w:abstractNumId w:val="9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2AE"/>
    <w:rsid w:val="00042694"/>
    <w:rsid w:val="000B489C"/>
    <w:rsid w:val="0029428E"/>
    <w:rsid w:val="002F7466"/>
    <w:rsid w:val="003E0BEB"/>
    <w:rsid w:val="004B4E83"/>
    <w:rsid w:val="00525543"/>
    <w:rsid w:val="0088498F"/>
    <w:rsid w:val="00A11106"/>
    <w:rsid w:val="00AF7D72"/>
    <w:rsid w:val="00B032AE"/>
    <w:rsid w:val="00B361A4"/>
    <w:rsid w:val="00C918AE"/>
    <w:rsid w:val="00D83512"/>
    <w:rsid w:val="00E5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0E5A0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E83"/>
    <w:pPr>
      <w:ind w:left="720"/>
      <w:contextualSpacing/>
    </w:pPr>
  </w:style>
  <w:style w:type="table" w:styleId="TableGrid">
    <w:name w:val="Table Grid"/>
    <w:basedOn w:val="TableNormal"/>
    <w:uiPriority w:val="59"/>
    <w:rsid w:val="00B032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32A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2AE"/>
    <w:rPr>
      <w:rFonts w:ascii="Lucida Grande" w:hAnsi="Lucida Grande" w:cs="Lucida Grande"/>
      <w:sz w:val="18"/>
      <w:szCs w:val="18"/>
    </w:rPr>
  </w:style>
  <w:style w:type="table" w:styleId="LightGrid-Accent5">
    <w:name w:val="Light Grid Accent 5"/>
    <w:basedOn w:val="TableNormal"/>
    <w:uiPriority w:val="62"/>
    <w:rsid w:val="00B032AE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emf"/><Relationship Id="rId7" Type="http://schemas.openxmlformats.org/officeDocument/2006/relationships/oleObject" Target="embeddings/oleObject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acheleggleston:Library:Application%20Support:Microsoft:Office:User%20Templates:My%20Templates: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HD:Users:racheleggleston:Library:Application Support:Microsoft:Office:User Templates:My Templates:Teacher Doc.dotx</Template>
  <TotalTime>0</TotalTime>
  <Pages>4</Pages>
  <Words>487</Words>
  <Characters>2781</Characters>
  <Application>Microsoft Macintosh Word</Application>
  <DocSecurity>0</DocSecurity>
  <Lines>23</Lines>
  <Paragraphs>6</Paragraphs>
  <ScaleCrop>false</ScaleCrop>
  <Company/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2017-09-26T12:24:00Z</cp:lastPrinted>
  <dcterms:created xsi:type="dcterms:W3CDTF">2017-09-26T12:24:00Z</dcterms:created>
  <dcterms:modified xsi:type="dcterms:W3CDTF">2017-09-26T12:24:00Z</dcterms:modified>
</cp:coreProperties>
</file>